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153D3E787DD4AB9B207E0EF2235ADC1"/>
        </w:placeholder>
        <w:text/>
      </w:sdtPr>
      <w:sdtContent>
        <w:p w:rsidR="00CF0EF4" w:rsidRDefault="003538FC" w:rsidP="00CF0EF4">
          <w:pPr>
            <w:pStyle w:val="Tituldatum"/>
          </w:pPr>
          <w:r w:rsidRPr="003538FC">
            <w:rPr>
              <w:rStyle w:val="Nzevakce"/>
            </w:rPr>
            <w:t>Odstranění TOR na přejezdu P8146 v km 11,557 trati Rohatec - Veselí nad Moravou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38FC" w:rsidRPr="003538FC">
        <w:t>17</w:t>
      </w:r>
      <w:r w:rsidRPr="003538FC">
        <w:t xml:space="preserve">. </w:t>
      </w:r>
      <w:r w:rsidR="003538FC" w:rsidRPr="003538FC">
        <w:t>4</w:t>
      </w:r>
      <w:r w:rsidRPr="003538FC">
        <w:t>. 20</w:t>
      </w:r>
      <w:r w:rsidR="00A616BE" w:rsidRPr="003538FC">
        <w:t>2</w:t>
      </w:r>
      <w:r w:rsidR="003538FC" w:rsidRPr="003538FC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38F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2643576" w:history="1">
        <w:r w:rsidR="003538FC" w:rsidRPr="001C211D">
          <w:rPr>
            <w:rStyle w:val="Hypertextovodkaz"/>
          </w:rPr>
          <w:t>SEZNAM ZKRATEK</w:t>
        </w:r>
        <w:r w:rsidR="003538FC">
          <w:rPr>
            <w:noProof/>
            <w:webHidden/>
          </w:rPr>
          <w:tab/>
        </w:r>
        <w:r w:rsidR="003538FC">
          <w:rPr>
            <w:noProof/>
            <w:webHidden/>
          </w:rPr>
          <w:fldChar w:fldCharType="begin"/>
        </w:r>
        <w:r w:rsidR="003538FC">
          <w:rPr>
            <w:noProof/>
            <w:webHidden/>
          </w:rPr>
          <w:instrText xml:space="preserve"> PAGEREF _Toc132643576 \h </w:instrText>
        </w:r>
        <w:r w:rsidR="003538FC">
          <w:rPr>
            <w:noProof/>
            <w:webHidden/>
          </w:rPr>
        </w:r>
        <w:r w:rsidR="003538FC">
          <w:rPr>
            <w:noProof/>
            <w:webHidden/>
          </w:rPr>
          <w:fldChar w:fldCharType="separate"/>
        </w:r>
        <w:r w:rsidR="003538FC">
          <w:rPr>
            <w:noProof/>
            <w:webHidden/>
          </w:rPr>
          <w:t>2</w:t>
        </w:r>
        <w:r w:rsidR="003538FC"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43577" w:history="1">
        <w:r w:rsidRPr="001C211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43578" w:history="1">
        <w:r w:rsidRPr="001C211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43579" w:history="1">
        <w:r w:rsidRPr="001C211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643580" w:history="1">
        <w:r w:rsidRPr="001C211D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43581" w:history="1">
        <w:r w:rsidRPr="001C211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43582" w:history="1">
        <w:r w:rsidRPr="001C211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38FC" w:rsidRDefault="003538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643583" w:history="1">
        <w:r w:rsidRPr="001C211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C211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_Toc132643583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2643576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2643577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2643578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2643579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2643580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2643581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3538FC">
        <w:t xml:space="preserve">rozhodnutí </w:t>
      </w:r>
      <w:r w:rsidR="000B48A8" w:rsidRPr="003538FC">
        <w:t>Objednatele</w:t>
      </w:r>
      <w:r w:rsidRPr="003538FC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</w:t>
      </w:r>
      <w:r w:rsidR="003538FC">
        <w:t> </w:t>
      </w:r>
      <w:r>
        <w:t>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3538FC">
        <w:t>předpisu XC4/XDC).</w:t>
      </w:r>
    </w:p>
    <w:p w:rsidR="005E07BA" w:rsidRDefault="005E07BA" w:rsidP="005E07BA">
      <w:pPr>
        <w:pStyle w:val="Nadpis2-1"/>
      </w:pPr>
      <w:bookmarkStart w:id="10" w:name="_Toc132643582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2643583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3538FC">
        <w:t xml:space="preserve">přijat </w:t>
      </w:r>
      <w:r w:rsidR="00906F80" w:rsidRPr="003538FC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CA2" w:rsidRDefault="009E2CA2" w:rsidP="00962258">
      <w:pPr>
        <w:spacing w:after="0" w:line="240" w:lineRule="auto"/>
      </w:pPr>
      <w:r>
        <w:separator/>
      </w:r>
    </w:p>
  </w:endnote>
  <w:endnote w:type="continuationSeparator" w:id="0">
    <w:p w:rsidR="009E2CA2" w:rsidRDefault="009E2C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38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38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E2CA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538FC" w:rsidRPr="003538FC">
            <w:rPr>
              <w:b/>
              <w:bCs/>
              <w:noProof/>
            </w:rPr>
            <w:t>Odstranění TOR</w:t>
          </w:r>
          <w:r w:rsidR="003538FC">
            <w:rPr>
              <w:noProof/>
            </w:rPr>
            <w:t xml:space="preserve"> na přejezdu P8146 v km 11,557 trati Rohatec - Veselí nad Moravou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E2CA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538FC" w:rsidRPr="003538FC">
            <w:rPr>
              <w:b/>
              <w:bCs/>
              <w:noProof/>
            </w:rPr>
            <w:t>Odstranění TOR</w:t>
          </w:r>
          <w:r w:rsidR="003538FC">
            <w:rPr>
              <w:noProof/>
            </w:rPr>
            <w:t xml:space="preserve"> na přejezdu P8146 v km 11,557 trati Rohatec - Veselí nad Moravou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38F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38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CA2" w:rsidRDefault="009E2CA2" w:rsidP="00962258">
      <w:pPr>
        <w:spacing w:after="0" w:line="240" w:lineRule="auto"/>
      </w:pPr>
      <w:r>
        <w:separator/>
      </w:r>
    </w:p>
  </w:footnote>
  <w:footnote w:type="continuationSeparator" w:id="0">
    <w:p w:rsidR="009E2CA2" w:rsidRDefault="009E2C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FC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38FC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2CA2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1C767"/>
  <w14:defaultImageDpi w14:val="32767"/>
  <w15:docId w15:val="{6946E4A0-3C7B-4BA0-AB83-E44D86E6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3D3E787DD4AB9B207E0EF2235A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D0B101-15D0-4FCC-8108-D75FE0A288D8}"/>
      </w:docPartPr>
      <w:docPartBody>
        <w:p w:rsidR="00000000" w:rsidRDefault="005B3CA4">
          <w:pPr>
            <w:pStyle w:val="3153D3E787DD4AB9B207E0EF2235ADC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A4"/>
    <w:rsid w:val="005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153D3E787DD4AB9B207E0EF2235ADC1">
    <w:name w:val="3153D3E787DD4AB9B207E0EF2235A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B19889-A907-4976-80B1-792766C3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7</TotalTime>
  <Pages>6</Pages>
  <Words>1899</Words>
  <Characters>11210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Bureš Jakub, Ing.</dc:creator>
  <cp:lastModifiedBy>Bureš Jakub, Ing.</cp:lastModifiedBy>
  <cp:revision>1</cp:revision>
  <cp:lastPrinted>2019-03-13T10:28:00Z</cp:lastPrinted>
  <dcterms:created xsi:type="dcterms:W3CDTF">2023-04-17T14:59:00Z</dcterms:created>
  <dcterms:modified xsi:type="dcterms:W3CDTF">2023-04-17T15:06:00Z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